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38C" w:rsidRPr="00FB7A63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7A6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071AD3"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 w:rsidRPr="00FB7A6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пояснительной записке</w:t>
      </w:r>
    </w:p>
    <w:p w:rsidR="00022DAC" w:rsidRPr="00FB7A63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81C8A" w:rsidRPr="00FB7A63" w:rsidRDefault="00DB33B4" w:rsidP="00DD1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7A63">
        <w:rPr>
          <w:rFonts w:ascii="Times New Roman" w:hAnsi="Times New Roman" w:cs="Times New Roman"/>
          <w:b/>
          <w:sz w:val="24"/>
          <w:szCs w:val="24"/>
        </w:rPr>
        <w:t xml:space="preserve">Перечень государственных программ Ханты-Мансийского автономного округа – Югры </w:t>
      </w:r>
    </w:p>
    <w:p w:rsidR="00022DAC" w:rsidRPr="00FB7A63" w:rsidRDefault="00D031E5" w:rsidP="00B0089A">
      <w:pPr>
        <w:tabs>
          <w:tab w:val="center" w:pos="7852"/>
          <w:tab w:val="left" w:pos="1162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DB33B4" w:rsidRPr="00FB7A63">
        <w:rPr>
          <w:rFonts w:ascii="Times New Roman" w:hAnsi="Times New Roman" w:cs="Times New Roman"/>
          <w:b/>
          <w:sz w:val="24"/>
          <w:szCs w:val="24"/>
        </w:rPr>
        <w:t>на 20</w:t>
      </w:r>
      <w:r w:rsidR="00423E96">
        <w:rPr>
          <w:rFonts w:ascii="Times New Roman" w:hAnsi="Times New Roman" w:cs="Times New Roman"/>
          <w:b/>
          <w:sz w:val="24"/>
          <w:szCs w:val="24"/>
        </w:rPr>
        <w:t>21</w:t>
      </w:r>
      <w:r w:rsidR="00DE1D22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112321">
        <w:rPr>
          <w:rFonts w:ascii="Times New Roman" w:hAnsi="Times New Roman" w:cs="Times New Roman"/>
          <w:b/>
          <w:sz w:val="24"/>
          <w:szCs w:val="24"/>
        </w:rPr>
        <w:t>2</w:t>
      </w:r>
      <w:r w:rsidR="00423E96">
        <w:rPr>
          <w:rFonts w:ascii="Times New Roman" w:hAnsi="Times New Roman" w:cs="Times New Roman"/>
          <w:b/>
          <w:sz w:val="24"/>
          <w:szCs w:val="24"/>
        </w:rPr>
        <w:t>2</w:t>
      </w:r>
      <w:r w:rsidR="00DB33B4" w:rsidRPr="00FB7A6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423E96">
        <w:rPr>
          <w:rFonts w:ascii="Times New Roman" w:hAnsi="Times New Roman" w:cs="Times New Roman"/>
          <w:b/>
          <w:sz w:val="24"/>
          <w:szCs w:val="24"/>
        </w:rPr>
        <w:t>23</w:t>
      </w:r>
      <w:r w:rsidR="00DB33B4" w:rsidRPr="00FB7A63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22DAC" w:rsidRPr="00FB7A63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B7A63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  <w:gridCol w:w="1417"/>
        <w:gridCol w:w="1276"/>
        <w:gridCol w:w="1276"/>
        <w:gridCol w:w="1353"/>
      </w:tblGrid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60 486 393,4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59 814 005,8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59 970 115,2</w:t>
            </w:r>
          </w:p>
        </w:tc>
      </w:tr>
      <w:tr w:rsidR="00BC6AA7" w:rsidRPr="00BC6AA7" w:rsidTr="005B089F">
        <w:trPr>
          <w:trHeight w:val="229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14 629 999,4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14 536 220,0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14 536 798,8</w:t>
            </w:r>
          </w:p>
        </w:tc>
      </w:tr>
      <w:tr w:rsidR="00BC6AA7" w:rsidRPr="00BC6AA7" w:rsidTr="005B089F">
        <w:trPr>
          <w:trHeight w:val="41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16 291 536,1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15 681 275,0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15 663 405,6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"Охрана здоровья матери и ребенка"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1 755 647,6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1 512 287,7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1 512 287,7</w:t>
            </w:r>
          </w:p>
        </w:tc>
      </w:tr>
      <w:tr w:rsidR="00BC6AA7" w:rsidRPr="00BC6AA7" w:rsidTr="005B089F">
        <w:trPr>
          <w:trHeight w:val="244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"Оказание паллиативной помощи, в том числе детям"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0150000000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459 754,6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463 943,1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463 943,1</w:t>
            </w:r>
          </w:p>
        </w:tc>
      </w:tr>
      <w:tr w:rsidR="00BC6AA7" w:rsidRPr="00BC6AA7" w:rsidTr="005B089F">
        <w:trPr>
          <w:trHeight w:val="27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"Кадровое обеспечение системы здравоохранения"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0160000000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165 900,0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166 900,0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164 900,0</w:t>
            </w:r>
          </w:p>
        </w:tc>
      </w:tr>
      <w:tr w:rsidR="00BC6AA7" w:rsidRPr="00BC6AA7" w:rsidTr="005B089F">
        <w:trPr>
          <w:trHeight w:val="407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406 344,4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344 271,5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346 331,5</w:t>
            </w:r>
          </w:p>
        </w:tc>
      </w:tr>
      <w:tr w:rsidR="00BC6AA7" w:rsidRPr="00BC6AA7" w:rsidTr="005B089F">
        <w:trPr>
          <w:trHeight w:val="50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24 522 775,1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25 003 063,5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25 204 101,7</w:t>
            </w:r>
          </w:p>
        </w:tc>
      </w:tr>
      <w:tr w:rsidR="00BC6AA7" w:rsidRPr="00BC6AA7" w:rsidTr="005B089F">
        <w:trPr>
          <w:trHeight w:val="28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01Б0000000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154 317,8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154 317,8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154 317,8</w:t>
            </w:r>
          </w:p>
        </w:tc>
      </w:tr>
      <w:tr w:rsidR="00BC6AA7" w:rsidRPr="00BC6AA7" w:rsidTr="005B089F">
        <w:trPr>
          <w:trHeight w:val="553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01В0000000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2 100 118,4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1 951 727,2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1 924 029,0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79 117 590,1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75 176 088,2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75 958 713,4</w:t>
            </w:r>
          </w:p>
        </w:tc>
      </w:tr>
      <w:tr w:rsidR="00BC6AA7" w:rsidRPr="00BC6AA7" w:rsidTr="005B089F">
        <w:trPr>
          <w:trHeight w:val="29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8 196 554,3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7 242 952,6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8 432 726,7</w:t>
            </w:r>
          </w:p>
        </w:tc>
      </w:tr>
      <w:tr w:rsidR="00BC6AA7" w:rsidRPr="00BC6AA7" w:rsidTr="005B089F">
        <w:trPr>
          <w:trHeight w:val="273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57 020 019,6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57 010 985,5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56 721 509,7</w:t>
            </w:r>
          </w:p>
        </w:tc>
      </w:tr>
      <w:tr w:rsidR="00BC6AA7" w:rsidRPr="00BC6AA7" w:rsidTr="005B089F">
        <w:trPr>
          <w:trHeight w:val="27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85 809,7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45 138,7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45 138,7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209 979,5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209 979,5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207 459,0</w:t>
            </w:r>
          </w:p>
        </w:tc>
      </w:tr>
      <w:tr w:rsidR="00BC6AA7" w:rsidRPr="00BC6AA7" w:rsidTr="005B089F">
        <w:trPr>
          <w:trHeight w:val="28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13 605 227,0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10 667 031,9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10 551 879,3</w:t>
            </w:r>
          </w:p>
        </w:tc>
      </w:tr>
      <w:tr w:rsidR="00BC6AA7" w:rsidRPr="00BC6AA7" w:rsidTr="005B089F">
        <w:trPr>
          <w:trHeight w:val="27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34 473 428,7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33 883 188,0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27 971 365,0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18 120 929,1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17 407 685,6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15 133 394,3</w:t>
            </w:r>
          </w:p>
        </w:tc>
      </w:tr>
      <w:tr w:rsidR="00BC6AA7" w:rsidRPr="00BC6AA7" w:rsidTr="005B089F">
        <w:trPr>
          <w:trHeight w:val="297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8 425 537,1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8 546 300,6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4 912 282,8</w:t>
            </w:r>
          </w:p>
        </w:tc>
      </w:tr>
      <w:tr w:rsidR="00BC6AA7" w:rsidRPr="00BC6AA7" w:rsidTr="005B089F">
        <w:trPr>
          <w:trHeight w:val="41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0350000000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6 682 935,4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6 685 254,0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6 685 393,2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отрасли"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0360000000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1 236 139,6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1 236 139,6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1 236 139,6</w:t>
            </w:r>
          </w:p>
        </w:tc>
      </w:tr>
      <w:tr w:rsidR="00BC6AA7" w:rsidRPr="00BC6AA7" w:rsidTr="005B089F">
        <w:trPr>
          <w:trHeight w:val="397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0390000000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7 887,5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7 808,2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4 155,1</w:t>
            </w:r>
          </w:p>
        </w:tc>
      </w:tr>
    </w:tbl>
    <w:p w:rsidR="005B089F" w:rsidRDefault="005B089F"/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  <w:gridCol w:w="1417"/>
        <w:gridCol w:w="1276"/>
        <w:gridCol w:w="1276"/>
        <w:gridCol w:w="1353"/>
      </w:tblGrid>
      <w:tr w:rsidR="005B089F" w:rsidRPr="00BC6AA7" w:rsidTr="005B089F">
        <w:trPr>
          <w:cantSplit/>
          <w:tblHeader/>
        </w:trPr>
        <w:tc>
          <w:tcPr>
            <w:tcW w:w="10485" w:type="dxa"/>
            <w:shd w:val="clear" w:color="auto" w:fill="auto"/>
            <w:vAlign w:val="center"/>
            <w:hideMark/>
          </w:tcPr>
          <w:p w:rsidR="005B089F" w:rsidRPr="00BC6AA7" w:rsidRDefault="005B089F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B089F" w:rsidRPr="00BC6AA7" w:rsidRDefault="005B089F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B089F" w:rsidRPr="00BC6AA7" w:rsidRDefault="005B089F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B089F" w:rsidRPr="00BC6AA7" w:rsidRDefault="005B089F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5B089F" w:rsidRPr="00BC6AA7" w:rsidRDefault="005B089F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3 331 244,3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2 731 648,9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2 785 087,4</w:t>
            </w:r>
          </w:p>
        </w:tc>
      </w:tr>
      <w:tr w:rsidR="00BC6AA7" w:rsidRPr="00BC6AA7" w:rsidTr="005B089F">
        <w:trPr>
          <w:trHeight w:val="28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1 191 511,1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767 940,7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817 543,2</w:t>
            </w:r>
          </w:p>
        </w:tc>
      </w:tr>
      <w:tr w:rsidR="00BC6AA7" w:rsidRPr="00BC6AA7" w:rsidTr="005B089F">
        <w:trPr>
          <w:trHeight w:val="12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1 925 111,5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1 748 538,3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1 751 826,2</w:t>
            </w:r>
          </w:p>
        </w:tc>
      </w:tr>
      <w:tr w:rsidR="00BC6AA7" w:rsidRPr="00BC6AA7" w:rsidTr="005B089F">
        <w:trPr>
          <w:trHeight w:val="449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0540000000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214 621,7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215 169,9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215 718,0</w:t>
            </w:r>
          </w:p>
        </w:tc>
      </w:tr>
      <w:tr w:rsidR="00BC6AA7" w:rsidRPr="00BC6AA7" w:rsidTr="005B089F">
        <w:trPr>
          <w:trHeight w:val="272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6 109 294,6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3 833 455,4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3 873 053,3</w:t>
            </w:r>
          </w:p>
        </w:tc>
      </w:tr>
      <w:tr w:rsidR="00BC6AA7" w:rsidRPr="00BC6AA7" w:rsidTr="005B089F">
        <w:trPr>
          <w:trHeight w:val="27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770 432,7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458 478,5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469 131,9</w:t>
            </w:r>
          </w:p>
        </w:tc>
      </w:tr>
      <w:tr w:rsidR="00BC6AA7" w:rsidRPr="00BC6AA7" w:rsidTr="005B089F">
        <w:trPr>
          <w:trHeight w:val="26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5 292 661,6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3 329 079,4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3 358 506,3</w:t>
            </w:r>
          </w:p>
        </w:tc>
      </w:tr>
      <w:tr w:rsidR="00BC6AA7" w:rsidRPr="00BC6AA7" w:rsidTr="005B089F">
        <w:trPr>
          <w:trHeight w:val="12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46 200,3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45 897,5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45 415,1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2 314 927,2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1 855 973,2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1 808 219,1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2 171 718,3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1 734 345,0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1 690 882,1</w:t>
            </w:r>
          </w:p>
        </w:tc>
      </w:tr>
      <w:tr w:rsidR="00BC6AA7" w:rsidRPr="00BC6AA7" w:rsidTr="005B089F">
        <w:trPr>
          <w:trHeight w:val="21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63 819,1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65 489,1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65 489,1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52 842,9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29 724,9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25 232,4</w:t>
            </w:r>
          </w:p>
        </w:tc>
      </w:tr>
      <w:tr w:rsidR="00BC6AA7" w:rsidRPr="00BC6AA7" w:rsidTr="005B089F">
        <w:trPr>
          <w:trHeight w:val="41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12 158,3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12 013,5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12 104,4</w:t>
            </w:r>
          </w:p>
        </w:tc>
      </w:tr>
      <w:tr w:rsidR="00BC6AA7" w:rsidRPr="00BC6AA7" w:rsidTr="005B089F">
        <w:trPr>
          <w:trHeight w:val="224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0780000000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14 388,6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14 400,7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14 511,1</w:t>
            </w:r>
          </w:p>
        </w:tc>
      </w:tr>
      <w:tr w:rsidR="00BC6AA7" w:rsidRPr="00BC6AA7" w:rsidTr="005B089F">
        <w:trPr>
          <w:trHeight w:val="12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1 788 777,7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1 804 700,8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1 785 310,7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08E0000000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1 128 574,4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1 135 370,4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1 133 428,1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08В0000000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7 580,7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1 733,4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1 594,9</w:t>
            </w:r>
          </w:p>
        </w:tc>
      </w:tr>
      <w:tr w:rsidR="00BC6AA7" w:rsidRPr="00BC6AA7" w:rsidTr="005B089F">
        <w:trPr>
          <w:trHeight w:val="35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08Г0000000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458 322,1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474 486,5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458 322,1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08Д0000000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55 165,1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54 275,1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53 130,2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08Ж0000000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113 892,8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113 892,8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113 892,8</w:t>
            </w:r>
          </w:p>
        </w:tc>
      </w:tr>
      <w:tr w:rsidR="00BC6AA7" w:rsidRPr="00BC6AA7" w:rsidTr="005B089F">
        <w:trPr>
          <w:trHeight w:val="35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08И0000000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25 242,6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24 942,6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24 942,6</w:t>
            </w:r>
          </w:p>
        </w:tc>
      </w:tr>
      <w:tr w:rsidR="00BC6AA7" w:rsidRPr="00BC6AA7" w:rsidTr="005B089F">
        <w:trPr>
          <w:trHeight w:val="16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164 673,1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141 522,3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141 418,3</w:t>
            </w:r>
          </w:p>
        </w:tc>
      </w:tr>
      <w:tr w:rsidR="00BC6AA7" w:rsidRPr="00BC6AA7" w:rsidTr="005B089F">
        <w:trPr>
          <w:trHeight w:val="489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99 808,8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72 729,7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72 729,7</w:t>
            </w:r>
          </w:p>
        </w:tc>
      </w:tr>
      <w:tr w:rsidR="00BC6AA7" w:rsidRPr="00BC6AA7" w:rsidTr="005B089F">
        <w:trPr>
          <w:trHeight w:val="35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64 864,3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68 792,6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68 688,6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10 706 740,7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9 204 860,7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9 212 901,9</w:t>
            </w:r>
          </w:p>
        </w:tc>
      </w:tr>
      <w:tr w:rsidR="00BC6AA7" w:rsidRPr="00BC6AA7" w:rsidTr="005B089F">
        <w:trPr>
          <w:trHeight w:val="184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C6AA7" w:rsidRPr="00BC6AA7" w:rsidTr="005B089F">
        <w:trPr>
          <w:trHeight w:val="229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развитию территорий"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6 383 198,8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5 355 882,8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5 886 633,5</w:t>
            </w:r>
          </w:p>
        </w:tc>
      </w:tr>
      <w:tr w:rsidR="00BC6AA7" w:rsidRPr="00BC6AA7" w:rsidTr="005B089F">
        <w:trPr>
          <w:trHeight w:val="13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C6AA7" w:rsidRPr="00BC6AA7" w:rsidTr="005B089F">
        <w:trPr>
          <w:trHeight w:val="19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C6AA7" w:rsidRPr="00BC6AA7" w:rsidTr="005B089F">
        <w:trPr>
          <w:trHeight w:val="222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"Создание условий для обеспечения жилыми помещениями граждан"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3 603 620,3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3 145 083,3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2 622 373,8</w:t>
            </w:r>
          </w:p>
        </w:tc>
      </w:tr>
      <w:tr w:rsidR="00BC6AA7" w:rsidRPr="00BC6AA7" w:rsidTr="005B089F">
        <w:trPr>
          <w:trHeight w:val="127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719 921,6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703 894,6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703 894,6</w:t>
            </w:r>
          </w:p>
        </w:tc>
      </w:tr>
      <w:tr w:rsidR="00BC6AA7" w:rsidRPr="00BC6AA7" w:rsidTr="005B089F">
        <w:trPr>
          <w:trHeight w:val="172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4 002 764,2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3 328 706,2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3 207 377,6</w:t>
            </w:r>
          </w:p>
        </w:tc>
      </w:tr>
      <w:tr w:rsidR="00BC6AA7" w:rsidRPr="00BC6AA7" w:rsidTr="005B089F">
        <w:trPr>
          <w:trHeight w:val="21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1 363 522,3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1 159 963,1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1 095 183,0</w:t>
            </w:r>
          </w:p>
        </w:tc>
      </w:tr>
      <w:tr w:rsidR="00BC6AA7" w:rsidRPr="00BC6AA7" w:rsidTr="005B089F">
        <w:trPr>
          <w:trHeight w:val="264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259 057,3</w:t>
            </w:r>
          </w:p>
        </w:tc>
      </w:tr>
      <w:tr w:rsidR="00BC6AA7" w:rsidRPr="00BC6AA7" w:rsidTr="005B089F">
        <w:trPr>
          <w:trHeight w:val="41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423 602,4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239 772,4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152 926,4</w:t>
            </w:r>
          </w:p>
        </w:tc>
      </w:tr>
      <w:tr w:rsidR="00BC6AA7" w:rsidRPr="00BC6AA7" w:rsidTr="005B089F">
        <w:trPr>
          <w:trHeight w:val="27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959 796,0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977 480,7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1 007 778,2</w:t>
            </w:r>
          </w:p>
        </w:tc>
      </w:tr>
      <w:tr w:rsidR="00BC6AA7" w:rsidRPr="00BC6AA7" w:rsidTr="005B089F">
        <w:trPr>
          <w:trHeight w:val="28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BC6AA7" w:rsidRPr="00BC6AA7" w:rsidTr="005B089F">
        <w:trPr>
          <w:trHeight w:val="13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266 259,2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222 759,2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222 759,2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730 477,0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469 623,5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469 623,5</w:t>
            </w:r>
          </w:p>
        </w:tc>
      </w:tr>
      <w:tr w:rsidR="00BC6AA7" w:rsidRPr="00BC6AA7" w:rsidTr="005B089F">
        <w:trPr>
          <w:trHeight w:val="7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"Безопасность жизнедеятельности"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3 068 477,0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2 806 270,3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2 773 020,3</w:t>
            </w:r>
          </w:p>
        </w:tc>
      </w:tr>
      <w:tr w:rsidR="00BC6AA7" w:rsidRPr="00BC6AA7" w:rsidTr="005B089F">
        <w:trPr>
          <w:trHeight w:val="38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125 603,9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110 048,8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109 383,1</w:t>
            </w:r>
          </w:p>
        </w:tc>
      </w:tr>
      <w:tr w:rsidR="00BC6AA7" w:rsidRPr="00BC6AA7" w:rsidTr="005B089F">
        <w:trPr>
          <w:trHeight w:val="19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241 122,7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5 560,1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640,5</w:t>
            </w:r>
          </w:p>
        </w:tc>
      </w:tr>
      <w:tr w:rsidR="00BC6AA7" w:rsidRPr="00BC6AA7" w:rsidTr="005B089F">
        <w:trPr>
          <w:trHeight w:val="23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2 701 750,4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2 690 661,4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2 662 996,7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1 066 162,2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734 957,4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604 931,1</w:t>
            </w:r>
          </w:p>
        </w:tc>
      </w:tr>
      <w:tr w:rsidR="00BC6AA7" w:rsidRPr="00BC6AA7" w:rsidTr="005B089F">
        <w:trPr>
          <w:trHeight w:val="157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546 474,7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542 752,1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411 661,1</w:t>
            </w:r>
          </w:p>
        </w:tc>
      </w:tr>
      <w:tr w:rsidR="00BC6AA7" w:rsidRPr="00BC6AA7" w:rsidTr="005B089F">
        <w:trPr>
          <w:trHeight w:val="19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180 486,0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180 486,0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180 486,0</w:t>
            </w:r>
          </w:p>
        </w:tc>
      </w:tr>
      <w:tr w:rsidR="00BC6AA7" w:rsidRPr="00BC6AA7" w:rsidTr="005B089F">
        <w:trPr>
          <w:trHeight w:val="377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329 457,5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3 367,2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3 367,2</w:t>
            </w:r>
          </w:p>
        </w:tc>
      </w:tr>
      <w:tr w:rsidR="00BC6AA7" w:rsidRPr="00BC6AA7" w:rsidTr="005B089F">
        <w:trPr>
          <w:trHeight w:val="18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9 744,0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8 352,1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9 416,8</w:t>
            </w:r>
          </w:p>
        </w:tc>
      </w:tr>
      <w:tr w:rsidR="00BC6AA7" w:rsidRPr="00BC6AA7" w:rsidTr="005B089F">
        <w:trPr>
          <w:trHeight w:val="23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2 526 508,2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3 547 087,9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3 355 959,2</w:t>
            </w:r>
          </w:p>
        </w:tc>
      </w:tr>
      <w:tr w:rsidR="00BC6AA7" w:rsidRPr="00BC6AA7" w:rsidTr="005B089F">
        <w:trPr>
          <w:trHeight w:val="27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542 016,5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474 405,3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474 405,3</w:t>
            </w:r>
          </w:p>
        </w:tc>
      </w:tr>
      <w:tr w:rsidR="00BC6AA7" w:rsidRPr="00BC6AA7" w:rsidTr="005B089F">
        <w:trPr>
          <w:trHeight w:val="12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1 680 333,6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1 680 333,6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1 547 762,6</w:t>
            </w:r>
          </w:p>
        </w:tc>
      </w:tr>
      <w:tr w:rsidR="00BC6AA7" w:rsidRPr="00BC6AA7" w:rsidTr="005B089F">
        <w:trPr>
          <w:trHeight w:val="172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971 420,5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852 933,5</w:t>
            </w:r>
          </w:p>
        </w:tc>
      </w:tr>
      <w:tr w:rsidR="00BC6AA7" w:rsidRPr="00BC6AA7" w:rsidTr="005B089F">
        <w:trPr>
          <w:trHeight w:val="217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304 158,1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420 928,5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480 857,8</w:t>
            </w:r>
          </w:p>
        </w:tc>
      </w:tr>
      <w:tr w:rsidR="00BC6AA7" w:rsidRPr="00BC6AA7" w:rsidTr="005B089F">
        <w:trPr>
          <w:trHeight w:val="122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1 114 866,0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930 968,5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930 968,5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"Цифровой регион"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866 253,1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883 700,9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883 700,9</w:t>
            </w:r>
          </w:p>
        </w:tc>
      </w:tr>
      <w:tr w:rsidR="00BC6AA7" w:rsidRPr="00BC6AA7" w:rsidTr="005B089F">
        <w:trPr>
          <w:trHeight w:val="17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248 612,9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47 267,6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47 267,6</w:t>
            </w:r>
          </w:p>
        </w:tc>
      </w:tr>
      <w:tr w:rsidR="00BC6AA7" w:rsidRPr="00BC6AA7" w:rsidTr="005B089F">
        <w:trPr>
          <w:trHeight w:val="21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15 294 015,2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14 868 394,9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14 747 228,4</w:t>
            </w:r>
          </w:p>
        </w:tc>
      </w:tr>
      <w:tr w:rsidR="00BC6AA7" w:rsidRPr="00BC6AA7" w:rsidTr="005B089F">
        <w:trPr>
          <w:trHeight w:val="40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2 388 144,5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2 385 644,5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2 385 644,5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513 035,6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533 557,0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554 899,3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"Гражданская авиация"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481 345,4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247 802,0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247 976,0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"Водный транспорт"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244 487,0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266 282,0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244 604,7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"Железнодорожный транспорт"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220 881,3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209 036,1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209 197,1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"Дорожное хозяйство"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10 681 755,5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10 846 280,3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10 760 133,8</w:t>
            </w:r>
          </w:p>
        </w:tc>
      </w:tr>
      <w:tr w:rsidR="00BC6AA7" w:rsidRPr="00BC6AA7" w:rsidTr="005B089F">
        <w:trPr>
          <w:trHeight w:val="574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дорожного движения"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1880000000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566 592,9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182 020,0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147 000,0</w:t>
            </w:r>
          </w:p>
        </w:tc>
      </w:tr>
      <w:tr w:rsidR="00BC6AA7" w:rsidRPr="00BC6AA7" w:rsidTr="005B089F">
        <w:trPr>
          <w:trHeight w:val="19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3 713 642,3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5 341 308,5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6 257 147,1</w:t>
            </w:r>
          </w:p>
        </w:tc>
      </w:tr>
      <w:tr w:rsidR="00BC6AA7" w:rsidRPr="00BC6AA7" w:rsidTr="005B089F">
        <w:trPr>
          <w:trHeight w:val="23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412 633,9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425 851,8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430 254,5</w:t>
            </w:r>
          </w:p>
        </w:tc>
      </w:tr>
      <w:tr w:rsidR="00BC6AA7" w:rsidRPr="00BC6AA7" w:rsidTr="005B089F">
        <w:trPr>
          <w:trHeight w:val="26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3 301 008,4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4 915 456,7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5 826 892,6</w:t>
            </w:r>
          </w:p>
        </w:tc>
      </w:tr>
      <w:tr w:rsidR="00BC6AA7" w:rsidRPr="00BC6AA7" w:rsidTr="005B089F">
        <w:trPr>
          <w:trHeight w:val="272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14 832 145,2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14 804 920,3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15 379 318,2</w:t>
            </w:r>
          </w:p>
        </w:tc>
      </w:tr>
      <w:tr w:rsidR="00BC6AA7" w:rsidRPr="00BC6AA7" w:rsidTr="005B089F">
        <w:trPr>
          <w:trHeight w:val="27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14 532 145,2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14 804 920,3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15 379 318,2</w:t>
            </w:r>
          </w:p>
        </w:tc>
      </w:tr>
      <w:tr w:rsidR="00BC6AA7" w:rsidRPr="00BC6AA7" w:rsidTr="005B089F">
        <w:trPr>
          <w:trHeight w:val="407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300 000,0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C6AA7" w:rsidRPr="00BC6AA7" w:rsidTr="005B089F">
        <w:trPr>
          <w:trHeight w:val="23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1 563 136,7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1 362 799,6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1 357 799,6</w:t>
            </w:r>
          </w:p>
        </w:tc>
      </w:tr>
      <w:tr w:rsidR="00BC6AA7" w:rsidRPr="00BC6AA7" w:rsidTr="005B089F">
        <w:trPr>
          <w:trHeight w:val="27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894 377,5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741 860,9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736 860,9</w:t>
            </w:r>
          </w:p>
        </w:tc>
      </w:tr>
      <w:tr w:rsidR="00BC6AA7" w:rsidRPr="00BC6AA7" w:rsidTr="005B089F">
        <w:trPr>
          <w:trHeight w:val="40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49 224,1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44 907,3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44 907,3</w:t>
            </w:r>
          </w:p>
        </w:tc>
      </w:tr>
      <w:tr w:rsidR="00BC6AA7" w:rsidRPr="00BC6AA7" w:rsidTr="005B089F">
        <w:trPr>
          <w:trHeight w:val="372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487 075,6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443 571,9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443 571,9</w:t>
            </w:r>
          </w:p>
        </w:tc>
      </w:tr>
      <w:tr w:rsidR="00BC6AA7" w:rsidRPr="00BC6AA7" w:rsidTr="005B089F">
        <w:trPr>
          <w:trHeight w:val="179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2140000000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132 459,5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132 459,5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132 459,5</w:t>
            </w:r>
          </w:p>
        </w:tc>
      </w:tr>
      <w:tr w:rsidR="00BC6AA7" w:rsidRPr="00BC6AA7" w:rsidTr="005B089F">
        <w:trPr>
          <w:trHeight w:val="22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2 130 174,8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1 782 445,1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1 782 445,1</w:t>
            </w:r>
          </w:p>
        </w:tc>
      </w:tr>
      <w:tr w:rsidR="00BC6AA7" w:rsidRPr="00BC6AA7" w:rsidTr="005B089F">
        <w:trPr>
          <w:trHeight w:val="399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534 593,1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186 863,4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186 863,4</w:t>
            </w:r>
          </w:p>
        </w:tc>
      </w:tr>
      <w:tr w:rsidR="00BC6AA7" w:rsidRPr="00BC6AA7" w:rsidTr="005B089F">
        <w:trPr>
          <w:trHeight w:val="22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1 595 581,7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1 595 581,7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1 595 581,7</w:t>
            </w:r>
          </w:p>
        </w:tc>
      </w:tr>
      <w:tr w:rsidR="00BC6AA7" w:rsidRPr="00BC6AA7" w:rsidTr="005B089F">
        <w:trPr>
          <w:trHeight w:val="26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1 938 787,8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1 793 204,8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1 796 306,4</w:t>
            </w:r>
          </w:p>
        </w:tc>
      </w:tr>
      <w:tr w:rsidR="00BC6AA7" w:rsidRPr="00BC6AA7" w:rsidTr="005B089F">
        <w:trPr>
          <w:trHeight w:val="413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16 621,1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13 808,4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13 808,4</w:t>
            </w:r>
          </w:p>
        </w:tc>
      </w:tr>
      <w:tr w:rsidR="00BC6AA7" w:rsidRPr="00BC6AA7" w:rsidTr="005B089F">
        <w:trPr>
          <w:trHeight w:val="363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339,2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339,2</w:t>
            </w:r>
          </w:p>
        </w:tc>
      </w:tr>
      <w:tr w:rsidR="00BC6AA7" w:rsidRPr="00BC6AA7" w:rsidTr="005B089F">
        <w:trPr>
          <w:trHeight w:val="18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</w:tr>
      <w:tr w:rsidR="00BC6AA7" w:rsidRPr="00BC6AA7" w:rsidTr="005B089F">
        <w:trPr>
          <w:trHeight w:val="373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1 921 627,5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1 776 057,2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1 779 158,8</w:t>
            </w:r>
          </w:p>
        </w:tc>
      </w:tr>
      <w:tr w:rsidR="00BC6AA7" w:rsidRPr="00BC6AA7" w:rsidTr="005B089F">
        <w:trPr>
          <w:trHeight w:val="182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2 157 713,0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2 247 069,7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2 242 793,0</w:t>
            </w:r>
          </w:p>
        </w:tc>
      </w:tr>
      <w:tr w:rsidR="00BC6AA7" w:rsidRPr="00BC6AA7" w:rsidTr="005B089F">
        <w:trPr>
          <w:trHeight w:val="213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338 409,4</w:t>
            </w:r>
          </w:p>
        </w:tc>
      </w:tr>
      <w:tr w:rsidR="00BC6AA7" w:rsidRPr="00BC6AA7" w:rsidTr="005B089F">
        <w:trPr>
          <w:trHeight w:val="26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1 819 303,6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1 908 660,3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1 904 383,6</w:t>
            </w:r>
          </w:p>
        </w:tc>
      </w:tr>
      <w:tr w:rsidR="00BC6AA7" w:rsidRPr="00BC6AA7" w:rsidTr="005B089F">
        <w:trPr>
          <w:trHeight w:val="13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"Развитие промышленности и туризма"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165 551,3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258 664,0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274 140,0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обрабатывающей промышленности"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145 969,3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239 082,0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254 558,0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туризма"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19 582,0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19 582,0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19 582,0</w:t>
            </w:r>
          </w:p>
        </w:tc>
      </w:tr>
      <w:tr w:rsidR="00BC6AA7" w:rsidRPr="00BC6AA7" w:rsidTr="005B089F">
        <w:trPr>
          <w:trHeight w:val="218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293 012,3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230 046,9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229 480,0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142 214,8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82 649,3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82 182,4</w:t>
            </w:r>
          </w:p>
        </w:tc>
      </w:tr>
      <w:tr w:rsidR="00BC6AA7" w:rsidRPr="00BC6AA7" w:rsidTr="005B089F">
        <w:trPr>
          <w:trHeight w:val="273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22 799,9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19 300,0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19 300,0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защиты прав потребителей"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BC6AA7" w:rsidRPr="00BC6AA7" w:rsidTr="005B089F">
        <w:trPr>
          <w:trHeight w:val="45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127 797,6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127 797,6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127 797,6</w:t>
            </w:r>
          </w:p>
        </w:tc>
      </w:tr>
      <w:tr w:rsidR="00BC6AA7" w:rsidRPr="00BC6AA7" w:rsidTr="005B089F">
        <w:trPr>
          <w:trHeight w:val="400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47 288,2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45 575,4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45 575,4</w:t>
            </w:r>
          </w:p>
        </w:tc>
      </w:tr>
      <w:tr w:rsidR="00BC6AA7" w:rsidRPr="00BC6AA7" w:rsidTr="005B089F">
        <w:trPr>
          <w:trHeight w:val="307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24 574,8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22 862,0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22 862,0</w:t>
            </w:r>
          </w:p>
        </w:tc>
      </w:tr>
      <w:tr w:rsidR="00BC6AA7" w:rsidRPr="00BC6AA7" w:rsidTr="005B089F">
        <w:trPr>
          <w:trHeight w:val="326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12 080,0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12 080,0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12 080,0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российского казачества"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3030000000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10 633,4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10 633,4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10 633,4</w:t>
            </w:r>
          </w:p>
        </w:tc>
      </w:tr>
      <w:tr w:rsidR="00BC6AA7" w:rsidRPr="00BC6AA7" w:rsidTr="005B089F">
        <w:trPr>
          <w:trHeight w:val="255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2 057 353,8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8 297 982,0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14 236 630,6</w:t>
            </w:r>
          </w:p>
        </w:tc>
      </w:tr>
      <w:tr w:rsidR="00BC6AA7" w:rsidRPr="00BC6AA7" w:rsidTr="005B089F">
        <w:trPr>
          <w:trHeight w:val="45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837 909,5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774 202,6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774 202,6</w:t>
            </w:r>
          </w:p>
        </w:tc>
      </w:tr>
      <w:tr w:rsidR="00BC6AA7" w:rsidRPr="00BC6AA7" w:rsidTr="005B089F">
        <w:trPr>
          <w:trHeight w:val="40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53 639,8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55 338,9</w:t>
            </w:r>
          </w:p>
        </w:tc>
      </w:tr>
      <w:tr w:rsidR="00BC6AA7" w:rsidRPr="00BC6AA7" w:rsidTr="005B089F">
        <w:trPr>
          <w:trHeight w:val="351"/>
        </w:trPr>
        <w:tc>
          <w:tcPr>
            <w:tcW w:w="10485" w:type="dxa"/>
            <w:shd w:val="clear" w:color="auto" w:fill="auto"/>
            <w:vAlign w:val="center"/>
            <w:hideMark/>
          </w:tcPr>
          <w:p w:rsidR="00BC6AA7" w:rsidRPr="00BC6AA7" w:rsidRDefault="00BC6AA7" w:rsidP="00B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4080000000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1 165 804,5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7 470 139,6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BC6AA7" w:rsidRPr="00BC6AA7" w:rsidRDefault="00BC6AA7" w:rsidP="00B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C6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13 407 089,1</w:t>
            </w:r>
          </w:p>
        </w:tc>
      </w:tr>
    </w:tbl>
    <w:p w:rsidR="005F11AF" w:rsidRDefault="005F11AF"/>
    <w:sectPr w:rsidR="005F11AF" w:rsidSect="00A83F63">
      <w:headerReference w:type="default" r:id="rId7"/>
      <w:pgSz w:w="16838" w:h="11906" w:orient="landscape" w:code="9"/>
      <w:pgMar w:top="1134" w:right="567" w:bottom="851" w:left="567" w:header="567" w:footer="567" w:gutter="0"/>
      <w:pgNumType w:start="19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EDA" w:rsidRDefault="00F72EDA" w:rsidP="00DD15BD">
      <w:pPr>
        <w:spacing w:after="0" w:line="240" w:lineRule="auto"/>
      </w:pPr>
      <w:r>
        <w:separator/>
      </w:r>
    </w:p>
  </w:endnote>
  <w:endnote w:type="continuationSeparator" w:id="0">
    <w:p w:rsidR="00F72EDA" w:rsidRDefault="00F72EDA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EDA" w:rsidRDefault="00F72EDA" w:rsidP="00DD15BD">
      <w:pPr>
        <w:spacing w:after="0" w:line="240" w:lineRule="auto"/>
      </w:pPr>
      <w:r>
        <w:separator/>
      </w:r>
    </w:p>
  </w:footnote>
  <w:footnote w:type="continuationSeparator" w:id="0">
    <w:p w:rsidR="00F72EDA" w:rsidRDefault="00F72EDA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674838489"/>
      <w:docPartObj>
        <w:docPartGallery w:val="Page Numbers (Top of Page)"/>
        <w:docPartUnique/>
      </w:docPartObj>
    </w:sdtPr>
    <w:sdtEndPr/>
    <w:sdtContent>
      <w:p w:rsidR="00F72EDA" w:rsidRPr="00246263" w:rsidRDefault="00F72EDA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4626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4626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4626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83F63">
          <w:rPr>
            <w:rFonts w:ascii="Times New Roman" w:hAnsi="Times New Roman" w:cs="Times New Roman"/>
            <w:noProof/>
            <w:sz w:val="24"/>
            <w:szCs w:val="24"/>
          </w:rPr>
          <w:t>1988</w:t>
        </w:r>
        <w:r w:rsidRPr="0024626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6270E"/>
    <w:rsid w:val="00070970"/>
    <w:rsid w:val="00071AD3"/>
    <w:rsid w:val="000A0568"/>
    <w:rsid w:val="000F5677"/>
    <w:rsid w:val="00112321"/>
    <w:rsid w:val="001778C5"/>
    <w:rsid w:val="001B7EC1"/>
    <w:rsid w:val="001E30E2"/>
    <w:rsid w:val="001F3019"/>
    <w:rsid w:val="00246263"/>
    <w:rsid w:val="00267EC9"/>
    <w:rsid w:val="00374602"/>
    <w:rsid w:val="00385870"/>
    <w:rsid w:val="003C35DC"/>
    <w:rsid w:val="003C506A"/>
    <w:rsid w:val="003C5AC9"/>
    <w:rsid w:val="003D31E0"/>
    <w:rsid w:val="00404C0E"/>
    <w:rsid w:val="0040538C"/>
    <w:rsid w:val="00406286"/>
    <w:rsid w:val="00423E96"/>
    <w:rsid w:val="00440219"/>
    <w:rsid w:val="00503FD4"/>
    <w:rsid w:val="005553EA"/>
    <w:rsid w:val="005A0319"/>
    <w:rsid w:val="005B089F"/>
    <w:rsid w:val="005C71C3"/>
    <w:rsid w:val="005F11AF"/>
    <w:rsid w:val="00675BD4"/>
    <w:rsid w:val="00692F96"/>
    <w:rsid w:val="00695E3C"/>
    <w:rsid w:val="006F23D0"/>
    <w:rsid w:val="006F5EF7"/>
    <w:rsid w:val="007B392C"/>
    <w:rsid w:val="007C1252"/>
    <w:rsid w:val="008140C0"/>
    <w:rsid w:val="0086341E"/>
    <w:rsid w:val="00881C8A"/>
    <w:rsid w:val="008854BF"/>
    <w:rsid w:val="00903F1E"/>
    <w:rsid w:val="009260F8"/>
    <w:rsid w:val="0093726D"/>
    <w:rsid w:val="009B1CC5"/>
    <w:rsid w:val="009C3421"/>
    <w:rsid w:val="00A12EDF"/>
    <w:rsid w:val="00A229D1"/>
    <w:rsid w:val="00A83F63"/>
    <w:rsid w:val="00A9363A"/>
    <w:rsid w:val="00AC6A80"/>
    <w:rsid w:val="00B0089A"/>
    <w:rsid w:val="00B034A3"/>
    <w:rsid w:val="00B04E70"/>
    <w:rsid w:val="00B5058E"/>
    <w:rsid w:val="00B60D83"/>
    <w:rsid w:val="00BC6AA7"/>
    <w:rsid w:val="00C059C6"/>
    <w:rsid w:val="00C40AB0"/>
    <w:rsid w:val="00C56906"/>
    <w:rsid w:val="00C726B0"/>
    <w:rsid w:val="00C8059C"/>
    <w:rsid w:val="00D031E5"/>
    <w:rsid w:val="00D05FA5"/>
    <w:rsid w:val="00D37412"/>
    <w:rsid w:val="00D50C70"/>
    <w:rsid w:val="00DB33B4"/>
    <w:rsid w:val="00DC4C67"/>
    <w:rsid w:val="00DD15BD"/>
    <w:rsid w:val="00DE1D22"/>
    <w:rsid w:val="00E03D74"/>
    <w:rsid w:val="00E27DFE"/>
    <w:rsid w:val="00EA6864"/>
    <w:rsid w:val="00EB0B43"/>
    <w:rsid w:val="00EF2C35"/>
    <w:rsid w:val="00F647C6"/>
    <w:rsid w:val="00F71A1E"/>
    <w:rsid w:val="00F72EDA"/>
    <w:rsid w:val="00FB4598"/>
    <w:rsid w:val="00FB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A6159C-04C7-4A0C-9F32-6AD63B63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6270C-3124-4465-9495-F7954481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67</TotalTime>
  <Pages>5</Pages>
  <Words>2570</Words>
  <Characters>14650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Юлия Петровна</cp:lastModifiedBy>
  <cp:revision>14</cp:revision>
  <cp:lastPrinted>2016-10-05T05:29:00Z</cp:lastPrinted>
  <dcterms:created xsi:type="dcterms:W3CDTF">2019-10-08T10:24:00Z</dcterms:created>
  <dcterms:modified xsi:type="dcterms:W3CDTF">2020-10-27T06:44:00Z</dcterms:modified>
</cp:coreProperties>
</file>